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7F" w:rsidRDefault="00AA16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Weekly Plan October 25, 2010</w:t>
      </w:r>
    </w:p>
    <w:p w:rsidR="00AA167F" w:rsidRPr="000C476F" w:rsidRDefault="00AA16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Performance Standards of Focus: </w:t>
      </w:r>
      <w:r w:rsidRPr="00FB45AA">
        <w:rPr>
          <w:b/>
        </w:rPr>
        <w:t>COG 5</w:t>
      </w:r>
      <w:r>
        <w:t xml:space="preserve"> Compares and orders obj. &amp; events.  </w:t>
      </w:r>
      <w:r w:rsidRPr="00954D57">
        <w:rPr>
          <w:b/>
        </w:rPr>
        <w:t>P&amp;S 7</w:t>
      </w:r>
      <w:r w:rsidRPr="00954D57">
        <w:t xml:space="preserve"> Interacts cooperatively</w:t>
      </w:r>
      <w:r>
        <w:t xml:space="preserve"> with peers.  </w:t>
      </w:r>
      <w:r w:rsidRPr="00954D57">
        <w:rPr>
          <w:b/>
        </w:rPr>
        <w:t>CRE 1</w:t>
      </w:r>
      <w:r w:rsidRPr="00954D57">
        <w:t xml:space="preserve"> Builds and constructs to rep. own ideas</w:t>
      </w:r>
      <w:r>
        <w:t xml:space="preserve">.  </w:t>
      </w:r>
      <w:r>
        <w:rPr>
          <w:b/>
        </w:rPr>
        <w:t xml:space="preserve">COG 14  </w:t>
      </w:r>
      <w:r>
        <w:t>Uses writing to convey meaning.</w:t>
      </w:r>
    </w:p>
    <w:tbl>
      <w:tblPr>
        <w:tblW w:w="0" w:type="auto"/>
        <w:tblLayout w:type="fixed"/>
        <w:tblLook w:val="0000"/>
      </w:tblPr>
      <w:tblGrid>
        <w:gridCol w:w="1638"/>
        <w:gridCol w:w="1409"/>
        <w:gridCol w:w="1428"/>
        <w:gridCol w:w="1550"/>
        <w:gridCol w:w="1446"/>
        <w:gridCol w:w="1385"/>
      </w:tblGrid>
      <w:tr w:rsidR="00AA167F" w:rsidRPr="007910E6" w:rsidTr="00B57554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Tuesday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Wednesday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Thursday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Friday              </w:t>
            </w:r>
          </w:p>
        </w:tc>
      </w:tr>
      <w:tr w:rsidR="00AA167F" w:rsidRPr="007910E6" w:rsidTr="00B57554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Meeting Time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954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Order story events (3 or 4)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9E0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Order story events (3 or 4)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B7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Order story events (3 or 4)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9E0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Order story events (3 or 4)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9E0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Order story events (3 or 4)</w:t>
            </w:r>
          </w:p>
        </w:tc>
      </w:tr>
      <w:tr w:rsidR="00AA167F" w:rsidRPr="007910E6" w:rsidTr="00B57554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Shared Story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Little Old Lady Who Was Not Afraid of Anything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Clifford’s First Halloween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683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Mouse’s First Halloween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34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Popcorn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34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Big Pumpkin</w:t>
            </w:r>
          </w:p>
        </w:tc>
      </w:tr>
      <w:tr w:rsidR="00AA167F" w:rsidRPr="007910E6" w:rsidTr="00B57554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Small Group Time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52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Art Area</w:t>
            </w:r>
          </w:p>
          <w:p w:rsidR="00AA167F" w:rsidRPr="007910E6" w:rsidRDefault="00AA167F" w:rsidP="0052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trace and cut “clothes” from wallpaper samples, using them to assemble scarecrows.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52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Sensory Table</w:t>
            </w:r>
          </w:p>
          <w:p w:rsidR="00AA167F" w:rsidRPr="007910E6" w:rsidRDefault="00AA167F" w:rsidP="0052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predict and verify their predictions, “Will it sink or float?”  using fall items</w:t>
            </w:r>
            <w:r>
              <w:rPr>
                <w:rFonts w:ascii="Arial" w:hAnsi="Arial" w:cs="Arial"/>
                <w:sz w:val="20"/>
                <w:szCs w:val="20"/>
              </w:rPr>
              <w:t xml:space="preserve">.  They will use writing to </w:t>
            </w:r>
            <w:r w:rsidRPr="007910E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52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sz w:val="20"/>
                <w:szCs w:val="20"/>
              </w:rPr>
              <w:t>Math</w:t>
            </w:r>
          </w:p>
          <w:p w:rsidR="00AA167F" w:rsidRPr="007910E6" w:rsidRDefault="00AA167F" w:rsidP="0052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use 1:1 corres. As they place spiders on webs (dots) then count the spiders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Default="00AA167F" w:rsidP="000C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Table Activity</w:t>
            </w:r>
          </w:p>
          <w:p w:rsidR="00AA167F" w:rsidRDefault="00AA167F" w:rsidP="000C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Given a series of 3 to 4 photos, children will order in logical order.</w:t>
            </w:r>
          </w:p>
          <w:p w:rsidR="00AA167F" w:rsidRPr="004708AE" w:rsidRDefault="00AA167F" w:rsidP="000C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Children will complete puzzles showing a sequence of 3 pictures, ordering pics logically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sz w:val="20"/>
                <w:szCs w:val="20"/>
              </w:rPr>
              <w:t xml:space="preserve">Rug Area (circle) </w:t>
            </w:r>
          </w:p>
          <w:p w:rsidR="00AA167F" w:rsidRPr="007910E6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look at story books, use story props and/or choose the listening center.</w:t>
            </w:r>
          </w:p>
        </w:tc>
      </w:tr>
      <w:tr w:rsidR="00AA167F" w:rsidRPr="007910E6" w:rsidTr="00B57554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Learning Centers</w:t>
            </w: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AC0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Dramatic Play </w:t>
            </w:r>
          </w:p>
          <w:p w:rsidR="00AA167F" w:rsidRPr="007910E6" w:rsidRDefault="00AA167F" w:rsidP="00013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practice self- help skills as they don and remove dress up clothing.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A55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Building Area 1</w:t>
            </w:r>
          </w:p>
          <w:p w:rsidR="00AA167F" w:rsidRPr="007910E6" w:rsidRDefault="00AA167F" w:rsidP="00A55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act out own play scenarios using woodland animals, tree blocks and other props.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Art Area</w:t>
            </w:r>
          </w:p>
          <w:p w:rsidR="00AA167F" w:rsidRPr="007910E6" w:rsidRDefault="00AA167F" w:rsidP="00846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trace and cut “clothes” from wallpaper samples, using them to assemble scarecrows.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AC0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Literacy  </w:t>
            </w:r>
          </w:p>
          <w:p w:rsidR="00AA167F" w:rsidRPr="007910E6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identify pictures of items beginning with /p/ sound while playing “Pass the Pumpkin” game.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7910E6">
                  <w:rPr>
                    <w:rFonts w:ascii="Arial" w:hAnsi="Arial" w:cs="Arial"/>
                    <w:b/>
                    <w:sz w:val="20"/>
                    <w:szCs w:val="20"/>
                  </w:rPr>
                  <w:t>Writing</w:t>
                </w:r>
              </w:smartTag>
              <w:r w:rsidRPr="007910E6">
                <w:rPr>
                  <w:rFonts w:ascii="Arial" w:hAnsi="Arial" w:cs="Arial"/>
                  <w:b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7910E6">
                  <w:rPr>
                    <w:rFonts w:ascii="Arial" w:hAnsi="Arial" w:cs="Arial"/>
                    <w:b/>
                    <w:sz w:val="20"/>
                    <w:szCs w:val="20"/>
                  </w:rPr>
                  <w:t>Center</w:t>
                </w:r>
              </w:smartTag>
            </w:smartTag>
          </w:p>
          <w:p w:rsidR="00AA167F" w:rsidRPr="007910E6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search for pumpkins “hidden” in picture.  They will use writing implements to circle.</w:t>
            </w:r>
          </w:p>
        </w:tc>
      </w:tr>
      <w:tr w:rsidR="00AA167F" w:rsidRPr="007910E6" w:rsidTr="00B57554"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2D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sz w:val="20"/>
                <w:szCs w:val="20"/>
              </w:rPr>
              <w:t>Math</w:t>
            </w:r>
          </w:p>
          <w:p w:rsidR="00AA167F" w:rsidRPr="007910E6" w:rsidRDefault="00AA167F" w:rsidP="0052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use 1:1 corres. As they place spiders on webs (dots) then count the spiders.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sz w:val="20"/>
                <w:szCs w:val="20"/>
              </w:rPr>
              <w:t>Building Area 2</w:t>
            </w:r>
          </w:p>
          <w:p w:rsidR="00AA167F" w:rsidRPr="007910E6" w:rsidRDefault="00AA167F" w:rsidP="00013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use a variety of blocks/ shapes to create jack o’ lantern faces.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sz w:val="20"/>
                <w:szCs w:val="20"/>
              </w:rPr>
              <w:t>Easels-</w:t>
            </w:r>
          </w:p>
          <w:p w:rsidR="00AA167F" w:rsidRPr="007910E6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sketch pumpkin picture then recreate sketch at the easel.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Sensory Table</w:t>
            </w:r>
          </w:p>
          <w:p w:rsidR="00AA167F" w:rsidRPr="007910E6" w:rsidRDefault="00AA167F" w:rsidP="00846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10E6">
              <w:rPr>
                <w:rFonts w:ascii="Arial" w:hAnsi="Arial" w:cs="Arial"/>
                <w:sz w:val="20"/>
                <w:szCs w:val="20"/>
              </w:rPr>
              <w:t>Children will predict and verify their predictions, “Will it sink or float?”  using fall items.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Table Activity</w:t>
            </w:r>
          </w:p>
          <w:p w:rsidR="00AA167F" w:rsidRPr="000C476F" w:rsidRDefault="00AA167F" w:rsidP="0016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Children will complete puzzles showing a sequence of 3 pictures, ordering pics</w:t>
            </w:r>
          </w:p>
        </w:tc>
      </w:tr>
      <w:tr w:rsidR="00AA167F" w:rsidRPr="007910E6" w:rsidTr="00B57554"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Specials</w:t>
            </w: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Music 10:30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Motor Group 10:30</w:t>
            </w: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PE 1:30</w:t>
            </w: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Library 10:30</w:t>
            </w: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10:45</w:t>
            </w: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Library 1:30</w:t>
            </w:r>
          </w:p>
          <w:p w:rsidR="00AA167F" w:rsidRPr="007910E6" w:rsidRDefault="00A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1:45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AC0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PE 10:30</w:t>
            </w:r>
          </w:p>
          <w:p w:rsidR="00AA167F" w:rsidRPr="007910E6" w:rsidRDefault="00AA167F" w:rsidP="00AC0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 w:rsidP="00AC0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167F" w:rsidRPr="007910E6" w:rsidRDefault="00AA167F" w:rsidP="00AC0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10E6">
              <w:rPr>
                <w:rFonts w:ascii="Arial" w:hAnsi="Arial" w:cs="Arial"/>
                <w:b/>
                <w:bCs/>
                <w:sz w:val="20"/>
                <w:szCs w:val="20"/>
              </w:rPr>
              <w:t>Music 1:30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67F" w:rsidRPr="007910E6" w:rsidRDefault="00AA167F" w:rsidP="00AC0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A167F" w:rsidRDefault="00AA16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AA167F" w:rsidSect="00F93E4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C8E"/>
    <w:rsid w:val="00013717"/>
    <w:rsid w:val="000B1AF3"/>
    <w:rsid w:val="000C476F"/>
    <w:rsid w:val="00121273"/>
    <w:rsid w:val="0015533C"/>
    <w:rsid w:val="001630C3"/>
    <w:rsid w:val="001A0232"/>
    <w:rsid w:val="001B488F"/>
    <w:rsid w:val="00285A68"/>
    <w:rsid w:val="002D1836"/>
    <w:rsid w:val="00344730"/>
    <w:rsid w:val="003558FF"/>
    <w:rsid w:val="00381449"/>
    <w:rsid w:val="004048A4"/>
    <w:rsid w:val="004708AE"/>
    <w:rsid w:val="00522FB8"/>
    <w:rsid w:val="00675F6D"/>
    <w:rsid w:val="00676C5E"/>
    <w:rsid w:val="006836EB"/>
    <w:rsid w:val="006B5705"/>
    <w:rsid w:val="006B6B43"/>
    <w:rsid w:val="006F5669"/>
    <w:rsid w:val="0070204E"/>
    <w:rsid w:val="007910E6"/>
    <w:rsid w:val="007A0B9A"/>
    <w:rsid w:val="008466E0"/>
    <w:rsid w:val="008A2186"/>
    <w:rsid w:val="009036C1"/>
    <w:rsid w:val="00954D57"/>
    <w:rsid w:val="009E0014"/>
    <w:rsid w:val="00A21765"/>
    <w:rsid w:val="00A3674E"/>
    <w:rsid w:val="00A55745"/>
    <w:rsid w:val="00AA167F"/>
    <w:rsid w:val="00AA3656"/>
    <w:rsid w:val="00AB1035"/>
    <w:rsid w:val="00AC0C8E"/>
    <w:rsid w:val="00B24ED0"/>
    <w:rsid w:val="00B57554"/>
    <w:rsid w:val="00B72B08"/>
    <w:rsid w:val="00B80374"/>
    <w:rsid w:val="00B8169F"/>
    <w:rsid w:val="00BD6EF9"/>
    <w:rsid w:val="00BF117F"/>
    <w:rsid w:val="00BF5E6B"/>
    <w:rsid w:val="00C25D50"/>
    <w:rsid w:val="00C82595"/>
    <w:rsid w:val="00D31C7D"/>
    <w:rsid w:val="00D405E4"/>
    <w:rsid w:val="00D70E0E"/>
    <w:rsid w:val="00E119C9"/>
    <w:rsid w:val="00E227C2"/>
    <w:rsid w:val="00E4699D"/>
    <w:rsid w:val="00F93E4E"/>
    <w:rsid w:val="00FB45AA"/>
    <w:rsid w:val="00FC7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E4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355</Words>
  <Characters>2024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Plan October 25, 2010</dc:title>
  <dc:subject/>
  <dc:creator>Holly Harakaly</dc:creator>
  <cp:keywords/>
  <dc:description/>
  <cp:lastModifiedBy>harakalyhs</cp:lastModifiedBy>
  <cp:revision>3</cp:revision>
  <dcterms:created xsi:type="dcterms:W3CDTF">2010-10-26T14:51:00Z</dcterms:created>
  <dcterms:modified xsi:type="dcterms:W3CDTF">2010-10-26T14:52:00Z</dcterms:modified>
</cp:coreProperties>
</file>